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75E6E">
        <w:rPr>
          <w:rFonts w:ascii="Arial" w:hAnsi="Arial" w:cs="Arial"/>
          <w:b/>
          <w:caps/>
          <w:sz w:val="28"/>
          <w:szCs w:val="28"/>
        </w:rPr>
        <w:t>346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p w:rsidR="008E4C56" w:rsidRPr="00484C6B" w:rsidRDefault="00484C6B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484C6B">
        <w:rPr>
          <w:rFonts w:ascii="Arial" w:hAnsi="Arial" w:cs="Arial"/>
          <w:b/>
          <w:color w:val="FF0000"/>
          <w:sz w:val="44"/>
          <w:szCs w:val="44"/>
        </w:rPr>
        <w:t>TRABALHO RETIRADO PELA AUTORA</w:t>
      </w:r>
      <w:bookmarkStart w:id="0" w:name="_GoBack"/>
      <w:bookmarkEnd w:id="0"/>
    </w:p>
    <w:sectPr w:rsidR="008E4C56" w:rsidRPr="00484C6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7A" w:rsidRDefault="001B157A">
      <w:r>
        <w:separator/>
      </w:r>
    </w:p>
  </w:endnote>
  <w:endnote w:type="continuationSeparator" w:id="0">
    <w:p w:rsidR="001B157A" w:rsidRDefault="001B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7A" w:rsidRDefault="001B157A">
      <w:r>
        <w:separator/>
      </w:r>
    </w:p>
  </w:footnote>
  <w:footnote w:type="continuationSeparator" w:id="0">
    <w:p w:rsidR="001B157A" w:rsidRDefault="001B1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7B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7B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E7862"/>
    <w:rsid w:val="000F6251"/>
    <w:rsid w:val="00106F15"/>
    <w:rsid w:val="0014591F"/>
    <w:rsid w:val="00150EE2"/>
    <w:rsid w:val="00172E81"/>
    <w:rsid w:val="00181CD2"/>
    <w:rsid w:val="001A09F2"/>
    <w:rsid w:val="001B0773"/>
    <w:rsid w:val="001B157A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4C6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5E6E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87B1A"/>
    <w:rsid w:val="008909A4"/>
    <w:rsid w:val="008A0EB2"/>
    <w:rsid w:val="008C1A87"/>
    <w:rsid w:val="008C33AB"/>
    <w:rsid w:val="008E4C56"/>
    <w:rsid w:val="008E5F66"/>
    <w:rsid w:val="008F3C94"/>
    <w:rsid w:val="00902638"/>
    <w:rsid w:val="009037B1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0062"/>
    <w:rsid w:val="00AB4D32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34B6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38BE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DCBC-3874-45BD-9CA3-5563F157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8</cp:revision>
  <cp:lastPrinted>2017-01-27T16:52:00Z</cp:lastPrinted>
  <dcterms:created xsi:type="dcterms:W3CDTF">2018-08-13T19:15:00Z</dcterms:created>
  <dcterms:modified xsi:type="dcterms:W3CDTF">2018-08-15T11:32:00Z</dcterms:modified>
</cp:coreProperties>
</file>